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E9F" w:rsidRPr="00EA6E9F" w:rsidRDefault="00326F8B" w:rsidP="00EA6E9F">
      <w:pPr>
        <w:ind w:firstLine="720"/>
        <w:jc w:val="both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01C8A658" wp14:editId="09A21D4B">
                <wp:simplePos x="0" y="0"/>
                <wp:positionH relativeFrom="margin">
                  <wp:align>left</wp:align>
                </wp:positionH>
                <wp:positionV relativeFrom="page">
                  <wp:posOffset>3008630</wp:posOffset>
                </wp:positionV>
                <wp:extent cx="5930265" cy="1257300"/>
                <wp:effectExtent l="0" t="0" r="133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02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6D8E" w:rsidRDefault="00C66D8E" w:rsidP="00D80F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77F03" w:rsidRDefault="00077F03" w:rsidP="00D80F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E1780" w:rsidRDefault="009E1780" w:rsidP="00D80F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4143A7" w:rsidRDefault="00EA6E9F" w:rsidP="00EA6E9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A6E9F">
                              <w:rPr>
                                <w:sz w:val="28"/>
                                <w:szCs w:val="28"/>
                              </w:rPr>
                              <w:t>О проведении месячника безопасности людей на водных объектах города Искитима в осенн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е-зимний период 2023-2024 годов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0;margin-top:236.9pt;width:466.95pt;height:99pt;z-index:251658752;visibility:visible;mso-wrap-style:square;mso-width-percent:0;mso-height-percent:0;mso-wrap-distance-left:9pt;mso-wrap-distance-top:0;mso-wrap-distance-right:9pt;mso-wrap-distance-bottom:36.85pt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" filled="f" stroked="f">
                <v:textbox inset="0,0,0,0">
                  <w:txbxContent>
                    <w:p w:rsidR="00C66D8E" w:rsidRDefault="00C66D8E" w:rsidP="00D80F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077F03" w:rsidRDefault="00077F03" w:rsidP="00D80F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E1780" w:rsidRDefault="009E1780" w:rsidP="00D80F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35F18" w:rsidRPr="004143A7" w:rsidRDefault="00EA6E9F" w:rsidP="00EA6E9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EA6E9F">
                        <w:rPr>
                          <w:sz w:val="28"/>
                          <w:szCs w:val="28"/>
                        </w:rPr>
                        <w:t xml:space="preserve">О проведении месячника безопасности людей на водных объектах </w:t>
                      </w:r>
                      <w:bookmarkEnd w:id="1"/>
                      <w:r w:rsidRPr="00EA6E9F">
                        <w:rPr>
                          <w:sz w:val="28"/>
                          <w:szCs w:val="28"/>
                        </w:rPr>
                        <w:t xml:space="preserve">города </w:t>
                      </w:r>
                      <w:proofErr w:type="spellStart"/>
                      <w:r w:rsidRPr="00EA6E9F">
                        <w:rPr>
                          <w:sz w:val="28"/>
                          <w:szCs w:val="28"/>
                        </w:rPr>
                        <w:t>Искитима</w:t>
                      </w:r>
                      <w:proofErr w:type="spellEnd"/>
                      <w:r w:rsidRPr="00EA6E9F">
                        <w:rPr>
                          <w:sz w:val="28"/>
                          <w:szCs w:val="28"/>
                        </w:rPr>
                        <w:t xml:space="preserve"> в осенн</w:t>
                      </w:r>
                      <w:r>
                        <w:rPr>
                          <w:sz w:val="28"/>
                          <w:szCs w:val="28"/>
                        </w:rPr>
                        <w:t>е-зимний период 2023-2024 годов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2B4A76E1" wp14:editId="62BF5BC9">
                <wp:simplePos x="0" y="0"/>
                <wp:positionH relativeFrom="margin">
                  <wp:align>left</wp:align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427A29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EA6E9F">
                              <w:rPr>
                                <w:sz w:val="24"/>
                                <w:u w:val="single"/>
                              </w:rPr>
                              <w:t>15.11</w:t>
                            </w:r>
                            <w:r w:rsidR="00427A29">
                              <w:rPr>
                                <w:sz w:val="24"/>
                                <w:u w:val="single"/>
                              </w:rPr>
                              <w:t>.20</w:t>
                            </w:r>
                            <w:r w:rsidR="00715EA4">
                              <w:rPr>
                                <w:sz w:val="24"/>
                                <w:u w:val="single"/>
                              </w:rPr>
                              <w:t>23</w:t>
                            </w:r>
                            <w:r w:rsidR="00427A29"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427A29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     </w:t>
                            </w:r>
                            <w:r w:rsidR="00427A29">
                              <w:rPr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</w:rPr>
                              <w:t xml:space="preserve">          Искитим           </w:t>
                            </w:r>
                            <w:r w:rsidRPr="00427A29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 w:rsidRPr="00427A29">
                              <w:rPr>
                                <w:sz w:val="24"/>
                              </w:rPr>
                              <w:t xml:space="preserve"> </w:t>
                            </w:r>
                            <w:r w:rsidRPr="00427A29"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49526B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077F03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0C041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EA6E9F">
                              <w:rPr>
                                <w:sz w:val="24"/>
                                <w:u w:val="single"/>
                              </w:rPr>
                              <w:t xml:space="preserve"> 625</w:t>
                            </w:r>
                            <w:r w:rsidR="00427A29">
                              <w:rPr>
                                <w:sz w:val="24"/>
                                <w:u w:val="single"/>
                              </w:rPr>
                              <w:t>-р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9E42F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143795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0C041B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49526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Pr="00427A29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>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0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427A29">
                        <w:rPr>
                          <w:sz w:val="24"/>
                          <w:u w:val="single"/>
                        </w:rPr>
                        <w:t xml:space="preserve">  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EA6E9F">
                        <w:rPr>
                          <w:sz w:val="24"/>
                          <w:u w:val="single"/>
                        </w:rPr>
                        <w:t>15.11</w:t>
                      </w:r>
                      <w:r w:rsidR="00427A29">
                        <w:rPr>
                          <w:sz w:val="24"/>
                          <w:u w:val="single"/>
                        </w:rPr>
                        <w:t>.20</w:t>
                      </w:r>
                      <w:r w:rsidR="00715EA4">
                        <w:rPr>
                          <w:sz w:val="24"/>
                          <w:u w:val="single"/>
                        </w:rPr>
                        <w:t>23</w:t>
                      </w:r>
                      <w:r w:rsidR="00427A29">
                        <w:rPr>
                          <w:sz w:val="24"/>
                          <w:u w:val="single"/>
                        </w:rPr>
                        <w:t xml:space="preserve">  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427A29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     </w:t>
                      </w:r>
                      <w:r w:rsidR="00427A29">
                        <w:rPr>
                          <w:sz w:val="24"/>
                        </w:rPr>
                        <w:t xml:space="preserve">    </w:t>
                      </w:r>
                      <w:r>
                        <w:rPr>
                          <w:sz w:val="24"/>
                        </w:rPr>
                        <w:t xml:space="preserve">      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 w:rsidRPr="00427A29"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 w:rsidRPr="00427A29">
                        <w:rPr>
                          <w:sz w:val="24"/>
                        </w:rPr>
                        <w:t xml:space="preserve"> </w:t>
                      </w:r>
                      <w:r w:rsidRPr="00427A29"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49526B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077F03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0C041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EA6E9F">
                        <w:rPr>
                          <w:sz w:val="24"/>
                          <w:u w:val="single"/>
                        </w:rPr>
                        <w:t xml:space="preserve"> 625</w:t>
                      </w:r>
                      <w:r w:rsidR="00427A29">
                        <w:rPr>
                          <w:sz w:val="24"/>
                          <w:u w:val="single"/>
                        </w:rPr>
                        <w:t>-р</w:t>
                      </w:r>
                      <w:r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9E42F8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143795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0C041B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49526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Pr="00427A29">
                        <w:rPr>
                          <w:sz w:val="24"/>
                          <w:u w:val="single"/>
                        </w:rPr>
                        <w:t xml:space="preserve">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>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6231189A" wp14:editId="1089C7BB">
                <wp:simplePos x="0" y="0"/>
                <wp:positionH relativeFrom="margin">
                  <wp:align>left</wp:align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BA6F8D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517AC7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АДМИНИСТРАЦИЯ  </w:t>
                            </w:r>
                            <w:r w:rsidR="00D35F18">
                              <w:rPr>
                                <w:sz w:val="28"/>
                              </w:rPr>
                              <w:t xml:space="preserve">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E83436" w:rsidRDefault="00E83436" w:rsidP="00E83436">
                            <w:pPr>
                              <w:pStyle w:val="2"/>
                              <w:spacing w:before="120"/>
                              <w:rPr>
                                <w:spacing w:val="40"/>
                                <w:sz w:val="36"/>
                              </w:rPr>
                            </w:pPr>
                            <w:r>
                              <w:rPr>
                                <w:spacing w:val="40"/>
                                <w:sz w:val="36"/>
                              </w:rPr>
                              <w:t>РАСПОРЯЖЕНИЕ</w:t>
                            </w:r>
                          </w:p>
                          <w:p w:rsidR="00D35F18" w:rsidRDefault="00D35F18" w:rsidP="00E83436">
                            <w:pPr>
                              <w:pStyle w:val="2"/>
                              <w:spacing w:before="12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0;text-align:left;margin-left:0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" filled="f" stroked="f">
                <v:textbox inset="0,0,0,0">
                  <w:txbxContent>
                    <w:p w:rsidR="007A5439" w:rsidRPr="00BA6F8D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517AC7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АДМИНИСТРАЦИЯ  </w:t>
                      </w:r>
                      <w:r w:rsidR="00D35F18">
                        <w:rPr>
                          <w:sz w:val="28"/>
                        </w:rPr>
                        <w:t xml:space="preserve">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E83436" w:rsidRDefault="00E83436" w:rsidP="00E83436">
                      <w:pPr>
                        <w:pStyle w:val="2"/>
                        <w:spacing w:before="120"/>
                        <w:rPr>
                          <w:spacing w:val="40"/>
                          <w:sz w:val="36"/>
                        </w:rPr>
                      </w:pPr>
                      <w:r>
                        <w:rPr>
                          <w:spacing w:val="40"/>
                          <w:sz w:val="36"/>
                        </w:rPr>
                        <w:t>РАСПОРЯЖЕНИЕ</w:t>
                      </w:r>
                    </w:p>
                    <w:p w:rsidR="00D35F18" w:rsidRDefault="00D35F18" w:rsidP="00E83436">
                      <w:pPr>
                        <w:pStyle w:val="2"/>
                        <w:spacing w:before="120"/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EA6E9F" w:rsidRPr="00EA6E9F">
        <w:rPr>
          <w:sz w:val="28"/>
        </w:rPr>
        <w:t xml:space="preserve">В соответствии постановлением администрации города Искитима Новосибирской области от 30.01.2023 №132 «Об утверждении Плана обеспечения безопасности людей на водных объектах города Искитима в 2023 году» </w:t>
      </w:r>
    </w:p>
    <w:p w:rsidR="00EA6E9F" w:rsidRPr="00EA6E9F" w:rsidRDefault="00EA6E9F" w:rsidP="00EA6E9F">
      <w:pPr>
        <w:ind w:firstLine="720"/>
        <w:jc w:val="both"/>
        <w:rPr>
          <w:sz w:val="28"/>
        </w:rPr>
      </w:pPr>
      <w:r w:rsidRPr="00EA6E9F">
        <w:rPr>
          <w:sz w:val="28"/>
        </w:rPr>
        <w:t>1. Утвердить прилагаемый план проведения месячника безопасности людей на водных объектах города Искитима в осенне-зимний период 2023-2024 годов (с 13 ноября 2023 года по 14 апреля 2024 года).</w:t>
      </w:r>
    </w:p>
    <w:p w:rsidR="00EA6E9F" w:rsidRPr="00EA6E9F" w:rsidRDefault="00EA6E9F" w:rsidP="00EA6E9F">
      <w:pPr>
        <w:ind w:firstLine="720"/>
        <w:jc w:val="both"/>
        <w:rPr>
          <w:sz w:val="28"/>
        </w:rPr>
      </w:pPr>
      <w:r w:rsidRPr="00EA6E9F">
        <w:rPr>
          <w:sz w:val="28"/>
        </w:rPr>
        <w:t>2. Настоящее распоряжение разместить на официальном сайте администрации города.</w:t>
      </w:r>
    </w:p>
    <w:p w:rsidR="00143795" w:rsidRDefault="00EA6E9F" w:rsidP="00EA6E9F">
      <w:pPr>
        <w:ind w:firstLine="720"/>
        <w:jc w:val="both"/>
        <w:rPr>
          <w:sz w:val="28"/>
        </w:rPr>
      </w:pPr>
      <w:r w:rsidRPr="00EA6E9F">
        <w:rPr>
          <w:sz w:val="28"/>
        </w:rPr>
        <w:t xml:space="preserve">3.  Контроль за исполнением распоряжения возложить на заместителя главы администрации города К.В. Сеничева.                                                                            </w:t>
      </w:r>
    </w:p>
    <w:p w:rsidR="009E1780" w:rsidRDefault="009E1780" w:rsidP="00427A29">
      <w:pPr>
        <w:jc w:val="both"/>
        <w:rPr>
          <w:sz w:val="28"/>
        </w:rPr>
      </w:pPr>
    </w:p>
    <w:p w:rsidR="009E1780" w:rsidRDefault="009E1780" w:rsidP="00427A29">
      <w:pPr>
        <w:jc w:val="both"/>
        <w:rPr>
          <w:sz w:val="28"/>
        </w:rPr>
      </w:pPr>
    </w:p>
    <w:p w:rsidR="00D35F18" w:rsidRDefault="00FD361A" w:rsidP="00FD361A">
      <w:pPr>
        <w:jc w:val="both"/>
        <w:rPr>
          <w:sz w:val="28"/>
        </w:rPr>
      </w:pPr>
      <w:r w:rsidRPr="00FD361A">
        <w:rPr>
          <w:sz w:val="28"/>
        </w:rPr>
        <w:t>Глава города Искитима                                                                     С.В. Завражин</w:t>
      </w:r>
    </w:p>
    <w:sectPr w:rsidR="00D35F18" w:rsidSect="00FA588F">
      <w:headerReference w:type="even" r:id="rId8"/>
      <w:pgSz w:w="11906" w:h="16838" w:code="9"/>
      <w:pgMar w:top="1134" w:right="607" w:bottom="284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659" w:rsidRDefault="00DE2659">
      <w:r>
        <w:separator/>
      </w:r>
    </w:p>
  </w:endnote>
  <w:endnote w:type="continuationSeparator" w:id="0">
    <w:p w:rsidR="00DE2659" w:rsidRDefault="00DE2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659" w:rsidRDefault="00DE2659">
      <w:r>
        <w:separator/>
      </w:r>
    </w:p>
  </w:footnote>
  <w:footnote w:type="continuationSeparator" w:id="0">
    <w:p w:rsidR="00DE2659" w:rsidRDefault="00DE26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A29"/>
    <w:rsid w:val="00077F03"/>
    <w:rsid w:val="00080FD4"/>
    <w:rsid w:val="00085D85"/>
    <w:rsid w:val="000C041B"/>
    <w:rsid w:val="000C2339"/>
    <w:rsid w:val="000C2669"/>
    <w:rsid w:val="000E25C0"/>
    <w:rsid w:val="000F254A"/>
    <w:rsid w:val="000F370F"/>
    <w:rsid w:val="00110FEE"/>
    <w:rsid w:val="00143795"/>
    <w:rsid w:val="00164343"/>
    <w:rsid w:val="00197844"/>
    <w:rsid w:val="001A3B2F"/>
    <w:rsid w:val="001D6690"/>
    <w:rsid w:val="002A6906"/>
    <w:rsid w:val="002D435C"/>
    <w:rsid w:val="002D7E95"/>
    <w:rsid w:val="00306668"/>
    <w:rsid w:val="00326F8B"/>
    <w:rsid w:val="003364A5"/>
    <w:rsid w:val="003B1EEA"/>
    <w:rsid w:val="003B2419"/>
    <w:rsid w:val="003D37AA"/>
    <w:rsid w:val="004143A7"/>
    <w:rsid w:val="00427A29"/>
    <w:rsid w:val="0049526B"/>
    <w:rsid w:val="004A2C9E"/>
    <w:rsid w:val="004F6341"/>
    <w:rsid w:val="00517AC7"/>
    <w:rsid w:val="005A68ED"/>
    <w:rsid w:val="005C1354"/>
    <w:rsid w:val="005E191B"/>
    <w:rsid w:val="006015CA"/>
    <w:rsid w:val="00602D24"/>
    <w:rsid w:val="00606637"/>
    <w:rsid w:val="006F45D3"/>
    <w:rsid w:val="00700327"/>
    <w:rsid w:val="00715EA4"/>
    <w:rsid w:val="00735DDD"/>
    <w:rsid w:val="0073603E"/>
    <w:rsid w:val="007546E0"/>
    <w:rsid w:val="007616D1"/>
    <w:rsid w:val="007A5439"/>
    <w:rsid w:val="007C1F5E"/>
    <w:rsid w:val="00835D0D"/>
    <w:rsid w:val="00844314"/>
    <w:rsid w:val="008A6A0E"/>
    <w:rsid w:val="008C06F3"/>
    <w:rsid w:val="008E604A"/>
    <w:rsid w:val="008E72AD"/>
    <w:rsid w:val="00902DED"/>
    <w:rsid w:val="00903C05"/>
    <w:rsid w:val="0090421A"/>
    <w:rsid w:val="009E1780"/>
    <w:rsid w:val="009E42F8"/>
    <w:rsid w:val="009E7A77"/>
    <w:rsid w:val="00AF0B27"/>
    <w:rsid w:val="00B41219"/>
    <w:rsid w:val="00B46F8E"/>
    <w:rsid w:val="00B64828"/>
    <w:rsid w:val="00B67A00"/>
    <w:rsid w:val="00BA6F8D"/>
    <w:rsid w:val="00BD6448"/>
    <w:rsid w:val="00C069CB"/>
    <w:rsid w:val="00C66D8E"/>
    <w:rsid w:val="00C7684C"/>
    <w:rsid w:val="00CC00E3"/>
    <w:rsid w:val="00D05C2F"/>
    <w:rsid w:val="00D35F18"/>
    <w:rsid w:val="00D40AA6"/>
    <w:rsid w:val="00D556BC"/>
    <w:rsid w:val="00D80F7F"/>
    <w:rsid w:val="00DE2659"/>
    <w:rsid w:val="00E048B8"/>
    <w:rsid w:val="00E37511"/>
    <w:rsid w:val="00E83436"/>
    <w:rsid w:val="00EA569B"/>
    <w:rsid w:val="00EA6E9F"/>
    <w:rsid w:val="00ED6721"/>
    <w:rsid w:val="00ED67E6"/>
    <w:rsid w:val="00F21F0F"/>
    <w:rsid w:val="00FA588F"/>
    <w:rsid w:val="00FD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427A2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27A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427A2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27A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6;&#1072;&#1089;&#1087;&#1086;&#1088;&#1103;&#1078;&#1077;&#1085;&#1080;&#1077;%20&#1075;&#1083;&#1072;&#1074;&#1099;%20&#1072;&#1076;&#1084;&#1080;&#1085;&#1080;&#1089;&#1090;&#1088;&#1072;&#1094;&#108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Распоряжение главы администрации.dotx</Template>
  <TotalTime>1</TotalTime>
  <Pages>1</Pages>
  <Words>80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2023-11-15T04:17:00Z</cp:lastPrinted>
  <dcterms:created xsi:type="dcterms:W3CDTF">2023-11-15T09:44:00Z</dcterms:created>
  <dcterms:modified xsi:type="dcterms:W3CDTF">2023-11-15T09:44:00Z</dcterms:modified>
</cp:coreProperties>
</file>